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POST/DYS/OLD/GZ/00192/2026                        </dmsv2SWPP2ObjectNumber>
    <dmsv2SWPP2SumMD5 xmlns="http://schemas.microsoft.com/sharepoint/v3">a489e2e3d7c036e7bca172e3bf148df8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24186892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JEUP5JKVCYQC-1398355148-10525</_dlc_DocId>
    <_dlc_DocIdUrl xmlns="a19cb1c7-c5c7-46d4-85ae-d83685407bba">
      <Url>https://swpp2.dms.gkpge.pl/sites/41/_layouts/15/DocIdRedir.aspx?ID=JEUP5JKVCYQC-1398355148-10525</Url>
      <Description>JEUP5JKVCYQC-1398355148-10525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0D6F4EDC-723C-436F-939C-A6676DBE5157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9E98DB2-8DCB-4340-A5A7-4D92A645AA1D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12826852-f1bf-4f0f-abdb-1820470ac4ae</vt:lpwstr>
  </property>
</Properties>
</file>